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38" w:rsidRPr="00E60F58" w:rsidRDefault="00BC5D38" w:rsidP="004C4C76">
      <w:pPr>
        <w:rPr>
          <w:rFonts w:ascii="Times New Roman" w:hAnsi="Times New Roman"/>
          <w:b/>
          <w:sz w:val="24"/>
          <w:szCs w:val="24"/>
        </w:rPr>
      </w:pPr>
      <w:r w:rsidRPr="00E60F58">
        <w:rPr>
          <w:rFonts w:ascii="Times New Roman" w:hAnsi="Times New Roman"/>
          <w:b/>
          <w:sz w:val="24"/>
          <w:szCs w:val="24"/>
        </w:rPr>
        <w:t>Рекомендации по предотвращению случае</w:t>
      </w:r>
      <w:r>
        <w:rPr>
          <w:rFonts w:ascii="Times New Roman" w:hAnsi="Times New Roman"/>
          <w:b/>
          <w:sz w:val="24"/>
          <w:szCs w:val="24"/>
        </w:rPr>
        <w:t>в</w:t>
      </w:r>
      <w:r w:rsidRPr="00E60F58">
        <w:rPr>
          <w:rFonts w:ascii="Times New Roman" w:hAnsi="Times New Roman"/>
          <w:b/>
          <w:sz w:val="24"/>
          <w:szCs w:val="24"/>
        </w:rPr>
        <w:t xml:space="preserve"> безвестного исчезновения граждан 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4C4C76">
        <w:rPr>
          <w:rFonts w:ascii="Times New Roman" w:hAnsi="Times New Roman"/>
          <w:sz w:val="24"/>
          <w:szCs w:val="24"/>
        </w:rPr>
        <w:t xml:space="preserve"> </w:t>
      </w:r>
      <w:r w:rsidRPr="00E60F58">
        <w:rPr>
          <w:rFonts w:ascii="Times New Roman" w:hAnsi="Times New Roman"/>
          <w:sz w:val="28"/>
          <w:szCs w:val="28"/>
        </w:rPr>
        <w:t>Невнимательность, пренебрежение личной безопасностью, еще и сопровождаемые алкоголем, зачастую приводят к несчастным случаям.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не «голосуйте» на дорогах, особенно за городом, и сами, будучи водителями, не подбирайте случайных пассажиров;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старайтесь избегать случайных знакомых и компаний, особенно если это сопровождается распитием спиртных напитков;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сделки покупки-продажи недвижимости, машин, телефонов и других товаров старайтесь совершать в присутствии друзей, знакомых, а также оповещать о месте и времени своих близких;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женщинам в темное время, в безлюдных местах не рекомендуется носить откровенную одежду, чтобы не провоцировать преступления сексуального характера.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Особое внимание необходимо уделить безопасности детей.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Так, приучите детей не реагировать на предложения незнакомых людей «прокатиться на машине», «угостить сладостями», «посмотреть котенка или щенка», «помочь пожилому человеку, которому стало плохо».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Нужно понимать, и внушить ребенку, что для помощи нуждающимся нужен взрослый человек, а не ребенок.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Большое место занимают случаи пропажи людей на природе.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В период, когда люди устремляются на природу – кто-то просто отдыхать, а кто-то за сбором грибов и ягод, спасателям чаще всего поступают сообщения о потерявшихся в лесу.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Спасатели напоминают, что нужно делать, если вы потерялись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чтобы избежать неприятностей и не заставлять волноваться родных и близких, необходимо предупредить их заранее, обсудить с ними маршрут и время возвращения из леса. Это поможет спасателям, в случае необходимости, сузить район поиска и сократить время обнаружения заблудившихся;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перед походом необходимо надеть на шею свисток и пополнить баланс мобильного телефона, а также проверить заряд батареи;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возьмите с собой компас, спички, нож, небольшой запас воды и продуктов. Тем, кто постоянно пользуется лекарствами, а это, прежде всего, касается пожилых людей, нужно иметь при себе медикаменты;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одевайтесь ярко, наклейте светоотражающие полоски или рисунки;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старайтесь запоминать по пути как можно больше предметов – какие-то необычные деревья, скалу, камни.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Если вы заблудились: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не паникуйте, остановитесь и прислушайтесь. Выйти к людям помогают различные звуки. Если точно знаете, что вас будут искать – оставайтесь на месте, разведите костер – по дыму найти человека легко;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если ищете дорогу сами – не петляйте, ориентируйтесь по солнцу. Хорошо, если удалось выйти на линию электропередач, железную дорогу, газопровод, реку – идя вдоль этих объектов, всегда выйдете к людям;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– если все же ночь застала вас, подберите подходящее для ночлега место. Двигаться в темное время не рекомендуется. Место для ночлега выбирайте высокое и сухое, желательно у большого дерева. Расположиться лучше всего спиной к дереву, перед собой разжечь костер и поддерживать его всю ночь.</w:t>
      </w:r>
    </w:p>
    <w:p w:rsidR="00BC5D38" w:rsidRPr="00E60F58" w:rsidRDefault="00BC5D38" w:rsidP="00E60F58">
      <w:pPr>
        <w:jc w:val="both"/>
        <w:rPr>
          <w:rFonts w:ascii="Times New Roman" w:hAnsi="Times New Roman"/>
          <w:sz w:val="28"/>
          <w:szCs w:val="28"/>
        </w:rPr>
      </w:pPr>
      <w:r w:rsidRPr="00E60F58">
        <w:rPr>
          <w:rFonts w:ascii="Times New Roman" w:hAnsi="Times New Roman"/>
          <w:sz w:val="28"/>
          <w:szCs w:val="28"/>
        </w:rPr>
        <w:t>Самое главное, если есть сотовая связь, – позвоните в службу спасения по телефону: 112, сообщить о том, что вы потерялись, ответить на вопросы диспетчера и ждать помощи.</w:t>
      </w:r>
    </w:p>
    <w:p w:rsidR="00BC5D38" w:rsidRPr="0036151D" w:rsidRDefault="00BC5D38" w:rsidP="0036151D">
      <w:pPr>
        <w:rPr>
          <w:rFonts w:ascii="Times New Roman" w:hAnsi="Times New Roman"/>
        </w:rPr>
      </w:pPr>
    </w:p>
    <w:p w:rsidR="00BC5D38" w:rsidRPr="00E60F58" w:rsidRDefault="00BC5D38" w:rsidP="00E60F58">
      <w:pPr>
        <w:jc w:val="both"/>
        <w:rPr>
          <w:sz w:val="28"/>
          <w:szCs w:val="28"/>
        </w:rPr>
      </w:pPr>
    </w:p>
    <w:sectPr w:rsidR="00BC5D38" w:rsidRPr="00E60F58" w:rsidSect="00E27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C76"/>
    <w:rsid w:val="0036151D"/>
    <w:rsid w:val="004C4C76"/>
    <w:rsid w:val="00574682"/>
    <w:rsid w:val="008529BB"/>
    <w:rsid w:val="00A34BE3"/>
    <w:rsid w:val="00BC5D38"/>
    <w:rsid w:val="00C83B75"/>
    <w:rsid w:val="00E27E1C"/>
    <w:rsid w:val="00E60F58"/>
    <w:rsid w:val="00EF1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E1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6151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9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453</Words>
  <Characters>2588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2020-10-08T06:27:00Z</cp:lastPrinted>
  <dcterms:created xsi:type="dcterms:W3CDTF">2020-10-05T13:51:00Z</dcterms:created>
  <dcterms:modified xsi:type="dcterms:W3CDTF">2020-10-08T06:28:00Z</dcterms:modified>
</cp:coreProperties>
</file>